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CellMar>
          <w:left w:w="255" w:type="dxa"/>
          <w:right w:w="255" w:type="dxa"/>
        </w:tblCellMar>
        <w:tblLook w:val="04A0" w:firstRow="1" w:lastRow="0" w:firstColumn="1" w:lastColumn="0" w:noHBand="0" w:noVBand="1"/>
      </w:tblPr>
      <w:tblGrid>
        <w:gridCol w:w="5040"/>
        <w:gridCol w:w="5041"/>
      </w:tblGrid>
      <w:tr w:rsidR="0092126B" w:rsidTr="006F7996">
        <w:trPr>
          <w:trHeight w:val="4806"/>
        </w:trPr>
        <w:tc>
          <w:tcPr>
            <w:tcW w:w="5040" w:type="dxa"/>
            <w:vAlign w:val="center"/>
          </w:tcPr>
          <w:p w:rsidR="0092126B" w:rsidRPr="006F7996" w:rsidRDefault="0092126B" w:rsidP="00CE7263">
            <w:pPr>
              <w:jc w:val="center"/>
              <w:rPr>
                <w:sz w:val="28"/>
              </w:rPr>
            </w:pPr>
            <w:proofErr w:type="spellStart"/>
            <w:r w:rsidRPr="006F7996">
              <w:rPr>
                <w:sz w:val="28"/>
              </w:rPr>
              <w:t>Abid</w:t>
            </w:r>
            <w:proofErr w:type="spellEnd"/>
            <w:r w:rsidRPr="006F7996">
              <w:rPr>
                <w:sz w:val="28"/>
              </w:rPr>
              <w:t xml:space="preserve"> is a football player for a Championship side.  He earns £250 000 a year.  He has just split up from his girlfriend who has taken their 2 year-old son with her.  He is very unhappy about their split.</w:t>
            </w:r>
          </w:p>
        </w:tc>
        <w:tc>
          <w:tcPr>
            <w:tcW w:w="5041" w:type="dxa"/>
            <w:vAlign w:val="center"/>
          </w:tcPr>
          <w:p w:rsidR="0092126B" w:rsidRPr="006F7996" w:rsidRDefault="0092126B" w:rsidP="00CE7263">
            <w:pPr>
              <w:jc w:val="center"/>
              <w:rPr>
                <w:sz w:val="28"/>
              </w:rPr>
            </w:pPr>
            <w:r w:rsidRPr="006F7996">
              <w:rPr>
                <w:sz w:val="28"/>
              </w:rPr>
              <w:t xml:space="preserve">Sheena works part-time in her local </w:t>
            </w:r>
            <w:proofErr w:type="gramStart"/>
            <w:r w:rsidRPr="006F7996">
              <w:rPr>
                <w:sz w:val="28"/>
              </w:rPr>
              <w:t>Greggs</w:t>
            </w:r>
            <w:proofErr w:type="gramEnd"/>
            <w:r w:rsidRPr="006F7996">
              <w:rPr>
                <w:sz w:val="28"/>
              </w:rPr>
              <w:t xml:space="preserve"> bakery.  She really wants to be a radio producer and she volunteers part-time at a local community radio station.  She lives in a shared flat with a group of friends.</w:t>
            </w:r>
          </w:p>
        </w:tc>
      </w:tr>
      <w:tr w:rsidR="0092126B" w:rsidTr="006F7996">
        <w:trPr>
          <w:trHeight w:val="4806"/>
        </w:trPr>
        <w:tc>
          <w:tcPr>
            <w:tcW w:w="5040" w:type="dxa"/>
            <w:vAlign w:val="center"/>
          </w:tcPr>
          <w:p w:rsidR="0092126B" w:rsidRPr="006F7996" w:rsidRDefault="0092126B" w:rsidP="00CE7263">
            <w:pPr>
              <w:jc w:val="center"/>
              <w:rPr>
                <w:sz w:val="28"/>
              </w:rPr>
            </w:pPr>
            <w:proofErr w:type="spellStart"/>
            <w:r w:rsidRPr="006F7996">
              <w:rPr>
                <w:sz w:val="28"/>
              </w:rPr>
              <w:t>Naseem</w:t>
            </w:r>
            <w:proofErr w:type="spellEnd"/>
            <w:r w:rsidRPr="006F7996">
              <w:rPr>
                <w:sz w:val="28"/>
              </w:rPr>
              <w:t xml:space="preserve"> is at university studying medicine.  His parents are very happy that he has achieved so much, but he isn’t very interested in medicine.  He wanted to study English Literature but his parents refused to pay for a degree that ‘didn’t lead to a job’.  He lives in university halls and has a part-time job in WH Smith.</w:t>
            </w:r>
          </w:p>
        </w:tc>
        <w:tc>
          <w:tcPr>
            <w:tcW w:w="5041" w:type="dxa"/>
            <w:vAlign w:val="center"/>
          </w:tcPr>
          <w:p w:rsidR="0092126B" w:rsidRPr="006F7996" w:rsidRDefault="0092126B" w:rsidP="007A4D83">
            <w:pPr>
              <w:jc w:val="center"/>
              <w:rPr>
                <w:sz w:val="28"/>
              </w:rPr>
            </w:pPr>
            <w:r w:rsidRPr="006F7996">
              <w:rPr>
                <w:sz w:val="28"/>
              </w:rPr>
              <w:t>Lauren used to work for an insurance company in Canary Wharf earning £100 000 / year.  She got very depressed as it was very stressful.  She has resigned and will now sell her flat.  She has de</w:t>
            </w:r>
            <w:r w:rsidR="007A4D83">
              <w:rPr>
                <w:sz w:val="28"/>
              </w:rPr>
              <w:t>cided</w:t>
            </w:r>
            <w:r w:rsidRPr="006F7996">
              <w:rPr>
                <w:sz w:val="28"/>
              </w:rPr>
              <w:t xml:space="preserve"> to retrain as a </w:t>
            </w:r>
            <w:r w:rsidR="00CE7263" w:rsidRPr="006F7996">
              <w:rPr>
                <w:sz w:val="28"/>
              </w:rPr>
              <w:t>counsellor.  She now feels much happier and has already started to make new friends on her college course.</w:t>
            </w:r>
          </w:p>
        </w:tc>
        <w:bookmarkStart w:id="0" w:name="_GoBack"/>
        <w:bookmarkEnd w:id="0"/>
      </w:tr>
      <w:tr w:rsidR="0092126B" w:rsidTr="006F7996">
        <w:trPr>
          <w:trHeight w:val="4806"/>
        </w:trPr>
        <w:tc>
          <w:tcPr>
            <w:tcW w:w="5040" w:type="dxa"/>
            <w:vAlign w:val="center"/>
          </w:tcPr>
          <w:p w:rsidR="0092126B" w:rsidRPr="006F7996" w:rsidRDefault="00CE7263" w:rsidP="00CE7263">
            <w:pPr>
              <w:jc w:val="center"/>
              <w:rPr>
                <w:sz w:val="28"/>
              </w:rPr>
            </w:pPr>
            <w:r w:rsidRPr="006F7996">
              <w:rPr>
                <w:sz w:val="28"/>
              </w:rPr>
              <w:t>Prince works in his local sports centre.  He really wanted to be a PE teacher but he didn’t get the grades at school.  He enjoys his job and it means that he can be home in time to pick up his two daughters from school.  He would like to be a sports coach but he can’t afford the money to re-train as his rent is very expensive.</w:t>
            </w:r>
          </w:p>
        </w:tc>
        <w:tc>
          <w:tcPr>
            <w:tcW w:w="5041" w:type="dxa"/>
            <w:vAlign w:val="center"/>
          </w:tcPr>
          <w:p w:rsidR="0092126B" w:rsidRPr="006F7996" w:rsidRDefault="00CE7263" w:rsidP="00CE7263">
            <w:pPr>
              <w:jc w:val="center"/>
              <w:rPr>
                <w:sz w:val="28"/>
              </w:rPr>
            </w:pPr>
            <w:proofErr w:type="spellStart"/>
            <w:r w:rsidRPr="006F7996">
              <w:rPr>
                <w:sz w:val="28"/>
              </w:rPr>
              <w:t>Alifjan</w:t>
            </w:r>
            <w:proofErr w:type="spellEnd"/>
            <w:r w:rsidRPr="006F7996">
              <w:rPr>
                <w:sz w:val="28"/>
              </w:rPr>
              <w:t xml:space="preserve"> has 3 children (14, 5 and 2).  She has just started up her own business in website design working from home.  She can work her hours around picking up the children.  So far, she has won 5 contracts but the business cost some money to set up, so she hasn’t made any profit yet.</w:t>
            </w:r>
          </w:p>
        </w:tc>
      </w:tr>
    </w:tbl>
    <w:p w:rsidR="006F7996" w:rsidRDefault="006F7996"/>
    <w:sectPr w:rsidR="006F7996" w:rsidSect="00320E87">
      <w:pgSz w:w="11907" w:h="16839" w:code="9"/>
      <w:pgMar w:top="1021" w:right="1021" w:bottom="1021" w:left="102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26B"/>
    <w:rsid w:val="00267C19"/>
    <w:rsid w:val="00320E87"/>
    <w:rsid w:val="00403D12"/>
    <w:rsid w:val="004C595D"/>
    <w:rsid w:val="006F7996"/>
    <w:rsid w:val="007A4D83"/>
    <w:rsid w:val="0092126B"/>
    <w:rsid w:val="00B25407"/>
    <w:rsid w:val="00CE7263"/>
    <w:rsid w:val="00DB6FDD"/>
    <w:rsid w:val="00EB5187"/>
    <w:rsid w:val="00FE1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1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1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68198334.dotm</Template>
  <TotalTime>33</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C. Burrill</cp:lastModifiedBy>
  <cp:revision>3</cp:revision>
  <dcterms:created xsi:type="dcterms:W3CDTF">2017-01-30T07:19:00Z</dcterms:created>
  <dcterms:modified xsi:type="dcterms:W3CDTF">2018-01-05T09:31:00Z</dcterms:modified>
</cp:coreProperties>
</file>